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CDB" w:rsidRDefault="00D95D76" w:rsidP="00D256E8">
      <w:pPr>
        <w:spacing w:line="240" w:lineRule="auto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Shelly Webster</w:t>
      </w:r>
    </w:p>
    <w:p w:rsidR="00D256E8" w:rsidRDefault="00D256E8" w:rsidP="00D256E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10 Ways Teachers Can Use Twitter for Professional Development</w:t>
      </w:r>
    </w:p>
    <w:p w:rsidR="00D95D76" w:rsidRDefault="00D95D76" w:rsidP="00D95D76">
      <w:pPr>
        <w:spacing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Journal Summary</w:t>
      </w:r>
    </w:p>
    <w:p w:rsidR="00D95D76" w:rsidRDefault="00EC5CDB" w:rsidP="00D95D76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>I read the article</w:t>
      </w:r>
      <w:r w:rsidR="00D95D76">
        <w:rPr>
          <w:sz w:val="24"/>
          <w:szCs w:val="24"/>
        </w:rPr>
        <w:t xml:space="preserve"> “10</w:t>
      </w:r>
      <w:r w:rsidR="00AE5715">
        <w:rPr>
          <w:sz w:val="24"/>
          <w:szCs w:val="24"/>
        </w:rPr>
        <w:t xml:space="preserve"> Ways Teachers Can Use Twitter f</w:t>
      </w:r>
      <w:r w:rsidR="00D95D76">
        <w:rPr>
          <w:sz w:val="24"/>
          <w:szCs w:val="24"/>
        </w:rPr>
        <w:t xml:space="preserve">or Professional Development.” It was a guest post so there is no credited author. This </w:t>
      </w:r>
      <w:r>
        <w:rPr>
          <w:sz w:val="24"/>
          <w:szCs w:val="24"/>
        </w:rPr>
        <w:t>article</w:t>
      </w:r>
      <w:r w:rsidR="00D95D76">
        <w:rPr>
          <w:sz w:val="24"/>
          <w:szCs w:val="24"/>
        </w:rPr>
        <w:t xml:space="preserve"> gives tips and ideas on how educators can use Twitter in the classroom. The article emphasizes having a strong, professional profile and using proper etiquette. The article also talks about kno</w:t>
      </w:r>
      <w:r w:rsidR="00AE5715">
        <w:rPr>
          <w:sz w:val="24"/>
          <w:szCs w:val="24"/>
        </w:rPr>
        <w:t>wing who to follow and using</w:t>
      </w:r>
      <w:r w:rsidR="00D95D76">
        <w:rPr>
          <w:sz w:val="24"/>
          <w:szCs w:val="24"/>
        </w:rPr>
        <w:t xml:space="preserve"> hashtags</w:t>
      </w:r>
      <w:r w:rsidR="000B421C">
        <w:rPr>
          <w:sz w:val="24"/>
          <w:szCs w:val="24"/>
        </w:rPr>
        <w:t>,</w:t>
      </w:r>
      <w:r w:rsidR="00D95D76">
        <w:rPr>
          <w:sz w:val="24"/>
          <w:szCs w:val="24"/>
        </w:rPr>
        <w:t xml:space="preserve"> and other Twitter tools for your benefit. You can </w:t>
      </w:r>
      <w:r w:rsidR="00AE5715">
        <w:rPr>
          <w:sz w:val="24"/>
          <w:szCs w:val="24"/>
        </w:rPr>
        <w:t xml:space="preserve">also </w:t>
      </w:r>
      <w:r w:rsidR="00D95D76">
        <w:rPr>
          <w:sz w:val="24"/>
          <w:szCs w:val="24"/>
        </w:rPr>
        <w:t>use Twitter for research</w:t>
      </w:r>
      <w:r w:rsidR="000B421C">
        <w:rPr>
          <w:sz w:val="24"/>
          <w:szCs w:val="24"/>
        </w:rPr>
        <w:t>,</w:t>
      </w:r>
      <w:r w:rsidR="00D95D76">
        <w:rPr>
          <w:sz w:val="24"/>
          <w:szCs w:val="24"/>
        </w:rPr>
        <w:t xml:space="preserve"> and share what you read with other followers</w:t>
      </w:r>
      <w:r w:rsidR="007F5C09">
        <w:rPr>
          <w:sz w:val="24"/>
          <w:szCs w:val="24"/>
        </w:rPr>
        <w:t xml:space="preserve"> which is known as a re-tweet or RT</w:t>
      </w:r>
      <w:r w:rsidR="00D95D76">
        <w:rPr>
          <w:sz w:val="24"/>
          <w:szCs w:val="24"/>
        </w:rPr>
        <w:t xml:space="preserve">. </w:t>
      </w:r>
      <w:r w:rsidR="00997EC9">
        <w:rPr>
          <w:sz w:val="24"/>
          <w:szCs w:val="24"/>
        </w:rPr>
        <w:t xml:space="preserve">The article also gave advice on keeping your profile private and not sharing too much information. </w:t>
      </w:r>
      <w:r w:rsidR="00D95D76">
        <w:rPr>
          <w:sz w:val="24"/>
          <w:szCs w:val="24"/>
        </w:rPr>
        <w:t xml:space="preserve">There were two slideshows in this article regarding how to use Twitter for teaching and learning and other creative ways to use Twitter. </w:t>
      </w:r>
      <w:r w:rsidR="00AE5715">
        <w:rPr>
          <w:sz w:val="24"/>
          <w:szCs w:val="24"/>
        </w:rPr>
        <w:t>One of the slideshows went over how to have your classroom involved in your Twitter page</w:t>
      </w:r>
      <w:r w:rsidR="007F5C09">
        <w:rPr>
          <w:sz w:val="24"/>
          <w:szCs w:val="24"/>
        </w:rPr>
        <w:t xml:space="preserve">. The slideshows gave examples of profiles and had sample Twitter pages so you can visualize what Twitter looks like. </w:t>
      </w:r>
    </w:p>
    <w:p w:rsidR="00D95D76" w:rsidRPr="00D95D76" w:rsidRDefault="00D95D76" w:rsidP="00D95D76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>I found the article to be informative and especially liked the slideshows</w:t>
      </w:r>
      <w:r w:rsidR="000B421C">
        <w:rPr>
          <w:sz w:val="24"/>
          <w:szCs w:val="24"/>
        </w:rPr>
        <w:t>,</w:t>
      </w:r>
      <w:r w:rsidR="007F5C09">
        <w:rPr>
          <w:sz w:val="24"/>
          <w:szCs w:val="24"/>
        </w:rPr>
        <w:t xml:space="preserve"> as I am a visual learner</w:t>
      </w:r>
      <w:r>
        <w:rPr>
          <w:sz w:val="24"/>
          <w:szCs w:val="24"/>
        </w:rPr>
        <w:t xml:space="preserve">. I do not have a Twitter account nor </w:t>
      </w:r>
      <w:r w:rsidR="00AE5715">
        <w:rPr>
          <w:sz w:val="24"/>
          <w:szCs w:val="24"/>
        </w:rPr>
        <w:t>have I</w:t>
      </w:r>
      <w:r>
        <w:rPr>
          <w:sz w:val="24"/>
          <w:szCs w:val="24"/>
        </w:rPr>
        <w:t xml:space="preserve"> ever used Twitter</w:t>
      </w:r>
      <w:r w:rsidR="000B421C">
        <w:rPr>
          <w:sz w:val="24"/>
          <w:szCs w:val="24"/>
        </w:rPr>
        <w:t>,</w:t>
      </w:r>
      <w:r>
        <w:rPr>
          <w:sz w:val="24"/>
          <w:szCs w:val="24"/>
        </w:rPr>
        <w:t xml:space="preserve"> so it still seems a little confusing to me. </w:t>
      </w:r>
      <w:r w:rsidR="00EC5CDB">
        <w:rPr>
          <w:sz w:val="24"/>
          <w:szCs w:val="24"/>
        </w:rPr>
        <w:t>I did discover that you only have 140 charact</w:t>
      </w:r>
      <w:r w:rsidR="000B421C">
        <w:rPr>
          <w:sz w:val="24"/>
          <w:szCs w:val="24"/>
        </w:rPr>
        <w:t xml:space="preserve">ers when you post something to </w:t>
      </w:r>
      <w:proofErr w:type="gramStart"/>
      <w:r w:rsidR="000B421C">
        <w:rPr>
          <w:sz w:val="24"/>
          <w:szCs w:val="24"/>
        </w:rPr>
        <w:t>T</w:t>
      </w:r>
      <w:r w:rsidR="00EC5CDB">
        <w:rPr>
          <w:sz w:val="24"/>
          <w:szCs w:val="24"/>
        </w:rPr>
        <w:t>witter</w:t>
      </w:r>
      <w:proofErr w:type="gramEnd"/>
      <w:r w:rsidR="000B421C">
        <w:rPr>
          <w:sz w:val="24"/>
          <w:szCs w:val="24"/>
        </w:rPr>
        <w:t>,</w:t>
      </w:r>
      <w:r w:rsidR="00EC5CDB">
        <w:rPr>
          <w:sz w:val="24"/>
          <w:szCs w:val="24"/>
        </w:rPr>
        <w:t xml:space="preserve"> so you can’t post long stories like you can on Facebook</w:t>
      </w:r>
      <w:r w:rsidR="00D256E8">
        <w:rPr>
          <w:sz w:val="24"/>
          <w:szCs w:val="24"/>
        </w:rPr>
        <w:t xml:space="preserve">. </w:t>
      </w:r>
      <w:r w:rsidR="007F5C09">
        <w:rPr>
          <w:sz w:val="24"/>
          <w:szCs w:val="24"/>
        </w:rPr>
        <w:t>I like</w:t>
      </w:r>
      <w:r w:rsidR="00D256E8">
        <w:rPr>
          <w:sz w:val="24"/>
          <w:szCs w:val="24"/>
        </w:rPr>
        <w:t xml:space="preserve"> this idea </w:t>
      </w:r>
      <w:r w:rsidR="000B421C">
        <w:rPr>
          <w:sz w:val="24"/>
          <w:szCs w:val="24"/>
        </w:rPr>
        <w:t>because</w:t>
      </w:r>
      <w:r w:rsidR="00D256E8">
        <w:rPr>
          <w:sz w:val="24"/>
          <w:szCs w:val="24"/>
        </w:rPr>
        <w:t xml:space="preserve"> it keeps tweets</w:t>
      </w:r>
      <w:r w:rsidR="007F5C09">
        <w:rPr>
          <w:sz w:val="24"/>
          <w:szCs w:val="24"/>
        </w:rPr>
        <w:t xml:space="preserve"> short and sweet</w:t>
      </w:r>
      <w:r w:rsidR="00EC5CDB">
        <w:rPr>
          <w:sz w:val="24"/>
          <w:szCs w:val="24"/>
        </w:rPr>
        <w:t>. Tweets are also in reverse chronological order with the newest tweets being at the top of your page</w:t>
      </w:r>
      <w:r w:rsidR="00D256E8">
        <w:rPr>
          <w:sz w:val="24"/>
          <w:szCs w:val="24"/>
        </w:rPr>
        <w:t>. T</w:t>
      </w:r>
      <w:r w:rsidR="007F5C09">
        <w:rPr>
          <w:sz w:val="24"/>
          <w:szCs w:val="24"/>
        </w:rPr>
        <w:t xml:space="preserve">his also makes sense </w:t>
      </w:r>
      <w:r w:rsidR="00D256E8">
        <w:rPr>
          <w:sz w:val="24"/>
          <w:szCs w:val="24"/>
        </w:rPr>
        <w:t>to me</w:t>
      </w:r>
      <w:r w:rsidR="000B421C">
        <w:rPr>
          <w:sz w:val="24"/>
          <w:szCs w:val="24"/>
        </w:rPr>
        <w:t>,</w:t>
      </w:r>
      <w:r w:rsidR="00D256E8">
        <w:rPr>
          <w:sz w:val="24"/>
          <w:szCs w:val="24"/>
        </w:rPr>
        <w:t xml:space="preserve"> as this is how Facebook displays posts</w:t>
      </w:r>
      <w:r w:rsidR="00EC5CDB">
        <w:rPr>
          <w:sz w:val="24"/>
          <w:szCs w:val="24"/>
        </w:rPr>
        <w:t xml:space="preserve">. </w:t>
      </w:r>
      <w:r w:rsidR="007F5C09">
        <w:rPr>
          <w:sz w:val="24"/>
          <w:szCs w:val="24"/>
        </w:rPr>
        <w:t xml:space="preserve">After reviewing this article and getting some ideas on </w:t>
      </w:r>
      <w:r w:rsidR="0019476D">
        <w:rPr>
          <w:sz w:val="24"/>
          <w:szCs w:val="24"/>
        </w:rPr>
        <w:t>whom</w:t>
      </w:r>
      <w:r w:rsidR="007F5C09">
        <w:rPr>
          <w:sz w:val="24"/>
          <w:szCs w:val="24"/>
        </w:rPr>
        <w:t xml:space="preserve"> to follow, I would feel comfortable setting up a Twitter account to use in my classroom. </w:t>
      </w:r>
    </w:p>
    <w:sectPr w:rsidR="00D95D76" w:rsidRPr="00D95D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D76"/>
    <w:rsid w:val="000B421C"/>
    <w:rsid w:val="000B49D4"/>
    <w:rsid w:val="0019476D"/>
    <w:rsid w:val="0046007F"/>
    <w:rsid w:val="005837C0"/>
    <w:rsid w:val="006452F3"/>
    <w:rsid w:val="007F5C09"/>
    <w:rsid w:val="00997EC9"/>
    <w:rsid w:val="00AE5715"/>
    <w:rsid w:val="00D256E8"/>
    <w:rsid w:val="00D95D76"/>
    <w:rsid w:val="00EC5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3D537B3-16DF-4C63-B1F2-C69F8098F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8698E12B</Template>
  <TotalTime>0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Michelle Webster</cp:lastModifiedBy>
  <cp:revision>2</cp:revision>
  <dcterms:created xsi:type="dcterms:W3CDTF">2015-12-03T02:02:00Z</dcterms:created>
  <dcterms:modified xsi:type="dcterms:W3CDTF">2015-12-03T02:02:00Z</dcterms:modified>
</cp:coreProperties>
</file>